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47" w:rsidRPr="00371E6E" w:rsidRDefault="008E60B3" w:rsidP="009D0147">
      <w:pPr>
        <w:rPr>
          <w:rFonts w:ascii="標楷體" w:eastAsia="標楷體" w:hAnsi="標楷體"/>
          <w:b/>
          <w:sz w:val="52"/>
          <w:szCs w:val="52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2B14A7">
        <w:rPr>
          <w:rFonts w:ascii="標楷體" w:eastAsia="標楷體" w:hAnsi="標楷體" w:hint="eastAsia"/>
          <w:sz w:val="28"/>
          <w:szCs w:val="28"/>
        </w:rPr>
        <w:t xml:space="preserve"> </w:t>
      </w:r>
      <w:r w:rsidR="009D0147" w:rsidRPr="00371E6E">
        <w:rPr>
          <w:rFonts w:ascii="標楷體" w:eastAsia="標楷體" w:hAnsi="標楷體" w:hint="eastAsia"/>
          <w:b/>
          <w:sz w:val="52"/>
          <w:szCs w:val="52"/>
        </w:rPr>
        <w:t>跟著蘇先生漫遊宋代</w:t>
      </w:r>
    </w:p>
    <w:p w:rsidR="009D0147" w:rsidRPr="007164CA" w:rsidRDefault="009005AE" w:rsidP="007164CA">
      <w:pPr>
        <w:pStyle w:val="a9"/>
        <w:numPr>
          <w:ilvl w:val="0"/>
          <w:numId w:val="2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 w:rsidRPr="007164CA">
        <w:rPr>
          <w:rFonts w:ascii="標楷體" w:eastAsia="標楷體" w:hAnsi="標楷體" w:hint="eastAsia"/>
          <w:sz w:val="28"/>
          <w:szCs w:val="28"/>
        </w:rPr>
        <w:t>蘇軾在〈承天寺夜遊〉說道「但少閑人獨吾兩人耳！」</w:t>
      </w:r>
      <w:r w:rsidR="007164CA" w:rsidRPr="007164CA">
        <w:rPr>
          <w:rFonts w:ascii="標楷體" w:eastAsia="標楷體" w:hAnsi="標楷體" w:hint="eastAsia"/>
          <w:sz w:val="28"/>
          <w:szCs w:val="28"/>
        </w:rPr>
        <w:t>請問你覺</w:t>
      </w:r>
      <w:r w:rsidR="007164CA">
        <w:rPr>
          <w:rFonts w:ascii="標楷體" w:eastAsia="標楷體" w:hAnsi="標楷體" w:hint="eastAsia"/>
          <w:sz w:val="28"/>
          <w:szCs w:val="28"/>
        </w:rPr>
        <w:t>得</w:t>
      </w:r>
      <w:r w:rsidR="007164CA" w:rsidRPr="007164CA">
        <w:rPr>
          <w:rFonts w:ascii="標楷體" w:eastAsia="標楷體" w:hAnsi="標楷體" w:hint="eastAsia"/>
          <w:sz w:val="28"/>
          <w:szCs w:val="28"/>
        </w:rPr>
        <w:t>自己是否為</w:t>
      </w:r>
      <w:r w:rsidR="007164CA">
        <w:rPr>
          <w:rFonts w:ascii="標楷體" w:eastAsia="標楷體" w:hAnsi="標楷體" w:hint="eastAsia"/>
          <w:sz w:val="28"/>
          <w:szCs w:val="28"/>
        </w:rPr>
        <w:t>「</w:t>
      </w:r>
      <w:r w:rsidR="007164CA" w:rsidRPr="007164CA">
        <w:rPr>
          <w:rFonts w:ascii="標楷體" w:eastAsia="標楷體" w:hAnsi="標楷體" w:hint="eastAsia"/>
          <w:sz w:val="28"/>
          <w:szCs w:val="28"/>
        </w:rPr>
        <w:t>閑人</w:t>
      </w:r>
      <w:r w:rsidR="007164CA">
        <w:rPr>
          <w:rFonts w:ascii="標楷體" w:eastAsia="標楷體" w:hAnsi="標楷體" w:hint="eastAsia"/>
          <w:sz w:val="28"/>
          <w:szCs w:val="28"/>
        </w:rPr>
        <w:t>」</w:t>
      </w:r>
      <w:r w:rsidR="007164CA" w:rsidRPr="007164CA">
        <w:rPr>
          <w:rFonts w:ascii="標楷體" w:eastAsia="標楷體" w:hAnsi="標楷體" w:hint="eastAsia"/>
          <w:sz w:val="28"/>
          <w:szCs w:val="28"/>
        </w:rPr>
        <w:t>呢？蘇軾獨自一人在夜間散步，而</w:t>
      </w:r>
      <w:r w:rsidR="007164CA">
        <w:rPr>
          <w:rFonts w:ascii="標楷體" w:eastAsia="標楷體" w:hAnsi="標楷體" w:hint="eastAsia"/>
          <w:sz w:val="28"/>
          <w:szCs w:val="28"/>
        </w:rPr>
        <w:t>在馬麟</w:t>
      </w:r>
      <w:r w:rsidR="007164CA" w:rsidRPr="007164CA">
        <w:rPr>
          <w:rFonts w:ascii="標楷體" w:eastAsia="標楷體" w:hAnsi="標楷體" w:hint="eastAsia"/>
          <w:sz w:val="28"/>
          <w:szCs w:val="28"/>
        </w:rPr>
        <w:t>〈秉燭夜遊圖〉</w:t>
      </w:r>
      <w:r w:rsidR="007164CA">
        <w:rPr>
          <w:rFonts w:ascii="標楷體" w:eastAsia="標楷體" w:hAnsi="標楷體" w:hint="eastAsia"/>
          <w:sz w:val="28"/>
          <w:szCs w:val="28"/>
        </w:rPr>
        <w:t>中則是一群人熱鬧的夜遊，你喜歡哪中方式呢？為什麼？</w:t>
      </w:r>
    </w:p>
    <w:p w:rsidR="009D0147" w:rsidRPr="005A2155" w:rsidRDefault="009D0147" w:rsidP="009D0147">
      <w:pPr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9D0147" w:rsidRPr="005A2155" w:rsidRDefault="009D0147" w:rsidP="009D0147">
      <w:pPr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9D0147" w:rsidRPr="005A2155" w:rsidRDefault="009D0147" w:rsidP="009D0147">
      <w:pPr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9D0147" w:rsidRPr="00822EFC" w:rsidRDefault="00822EFC" w:rsidP="00822EFC">
      <w:pPr>
        <w:pStyle w:val="a9"/>
        <w:numPr>
          <w:ilvl w:val="0"/>
          <w:numId w:val="2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北宋神宗熙寧九年的中秋，</w:t>
      </w:r>
      <w:r w:rsidR="00B10D5A" w:rsidRPr="00B10D5A">
        <w:rPr>
          <w:rFonts w:ascii="標楷體" w:eastAsia="標楷體" w:hAnsi="標楷體" w:hint="eastAsia"/>
          <w:sz w:val="28"/>
          <w:szCs w:val="28"/>
        </w:rPr>
        <w:t>蘇軾曾因思念弟弟蘇轍</w:t>
      </w:r>
      <w:r w:rsidR="00B10D5A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在</w:t>
      </w:r>
      <w:r w:rsidR="00B10D5A" w:rsidRPr="00B10D5A">
        <w:rPr>
          <w:rFonts w:ascii="標楷體" w:eastAsia="標楷體" w:hAnsi="標楷體" w:hint="eastAsia"/>
          <w:sz w:val="28"/>
          <w:szCs w:val="28"/>
        </w:rPr>
        <w:t>〈</w:t>
      </w:r>
      <w:r w:rsidR="00B10D5A">
        <w:rPr>
          <w:rFonts w:ascii="標楷體" w:eastAsia="標楷體" w:hAnsi="標楷體" w:hint="eastAsia"/>
          <w:sz w:val="28"/>
          <w:szCs w:val="28"/>
        </w:rPr>
        <w:t>水調歌頭</w:t>
      </w:r>
      <w:r w:rsidR="00B10D5A" w:rsidRPr="00B10D5A">
        <w:rPr>
          <w:rFonts w:ascii="標楷體" w:eastAsia="標楷體" w:hAnsi="標楷體" w:hint="eastAsia"/>
          <w:sz w:val="28"/>
          <w:szCs w:val="28"/>
        </w:rPr>
        <w:t>〉</w:t>
      </w:r>
      <w:r w:rsidR="00B10D5A">
        <w:rPr>
          <w:rFonts w:ascii="標楷體" w:eastAsia="標楷體" w:hAnsi="標楷體" w:hint="eastAsia"/>
          <w:sz w:val="28"/>
          <w:szCs w:val="28"/>
        </w:rPr>
        <w:t>詞</w:t>
      </w:r>
      <w:r>
        <w:rPr>
          <w:rFonts w:ascii="標楷體" w:eastAsia="標楷體" w:hAnsi="標楷體" w:hint="eastAsia"/>
          <w:sz w:val="28"/>
          <w:szCs w:val="28"/>
        </w:rPr>
        <w:t>中寫下，</w:t>
      </w:r>
      <w:r w:rsidR="009D0147" w:rsidRPr="00D13A4B">
        <w:rPr>
          <w:rFonts w:ascii="標楷體" w:eastAsia="標楷體" w:hAnsi="標楷體" w:hint="eastAsia"/>
          <w:b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人有悲歡離合，月有陰晴圓缺</w:t>
      </w:r>
      <w:r w:rsidR="009D0147" w:rsidRPr="00822EFC">
        <w:rPr>
          <w:rFonts w:ascii="標楷體" w:eastAsia="標楷體" w:hAnsi="標楷體" w:hint="eastAsia"/>
          <w:b/>
          <w:sz w:val="28"/>
          <w:szCs w:val="28"/>
        </w:rPr>
        <w:t>」</w:t>
      </w:r>
      <w:r w:rsidRPr="00822EFC">
        <w:rPr>
          <w:rFonts w:ascii="標楷體" w:eastAsia="標楷體" w:hAnsi="標楷體" w:hint="eastAsia"/>
          <w:sz w:val="28"/>
          <w:szCs w:val="28"/>
        </w:rPr>
        <w:t>千古名句</w:t>
      </w:r>
      <w:r>
        <w:rPr>
          <w:rFonts w:ascii="標楷體" w:eastAsia="標楷體" w:hAnsi="標楷體" w:hint="eastAsia"/>
          <w:sz w:val="28"/>
          <w:szCs w:val="28"/>
        </w:rPr>
        <w:t>，若與手足相隔乃世間之悲，則親友相聚則為人世之歡，欣賞</w:t>
      </w:r>
      <w:r w:rsidRPr="00822EFC">
        <w:rPr>
          <w:rFonts w:ascii="標楷體" w:eastAsia="標楷體" w:hAnsi="標楷體" w:hint="eastAsia"/>
          <w:sz w:val="28"/>
          <w:szCs w:val="28"/>
        </w:rPr>
        <w:t>李嵩的〈月夜看潮圖〉</w:t>
      </w:r>
      <w:r>
        <w:rPr>
          <w:rFonts w:ascii="標楷體" w:eastAsia="標楷體" w:hAnsi="標楷體" w:hint="eastAsia"/>
          <w:sz w:val="28"/>
          <w:szCs w:val="28"/>
        </w:rPr>
        <w:t>，當中有哪些細節表現了面對佳節之歡呢？</w:t>
      </w:r>
    </w:p>
    <w:p w:rsidR="009D0147" w:rsidRDefault="009D0147" w:rsidP="009D0147">
      <w:pPr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9D0147" w:rsidRDefault="009D0147" w:rsidP="009D0147">
      <w:pPr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9D0147" w:rsidRDefault="009D0147" w:rsidP="009D0147">
      <w:pPr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</w:t>
      </w:r>
      <w:r w:rsidR="007164CA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</w:t>
      </w:r>
    </w:p>
    <w:p w:rsidR="009D0147" w:rsidRPr="007C0150" w:rsidRDefault="007C0150" w:rsidP="007C0150">
      <w:pPr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 w:rsidRPr="007C0150">
        <w:rPr>
          <w:rFonts w:ascii="標楷體" w:eastAsia="標楷體" w:hAnsi="標楷體" w:hint="eastAsia"/>
          <w:sz w:val="36"/>
          <w:szCs w:val="36"/>
        </w:rPr>
        <w:lastRenderedPageBreak/>
        <w:t>班級</w:t>
      </w:r>
      <w:r>
        <w:rPr>
          <w:rFonts w:ascii="標楷體" w:eastAsia="標楷體" w:hAnsi="標楷體" w:hint="eastAsia"/>
          <w:sz w:val="36"/>
          <w:szCs w:val="36"/>
        </w:rPr>
        <w:t>：       姓名：         座號：</w:t>
      </w:r>
    </w:p>
    <w:p w:rsidR="00571EB5" w:rsidRDefault="000906A8" w:rsidP="00F24EEF">
      <w:pPr>
        <w:pStyle w:val="a9"/>
        <w:numPr>
          <w:ilvl w:val="0"/>
          <w:numId w:val="2"/>
        </w:numPr>
        <w:spacing w:line="56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F24EEF">
        <w:rPr>
          <w:rFonts w:ascii="標楷體" w:eastAsia="標楷體" w:hAnsi="標楷體" w:hint="eastAsia"/>
          <w:sz w:val="28"/>
          <w:szCs w:val="28"/>
        </w:rPr>
        <w:t>「遊」可以有很多姿態，</w:t>
      </w:r>
      <w:r w:rsidR="008F4574" w:rsidRPr="00F24EEF">
        <w:rPr>
          <w:rFonts w:ascii="標楷體" w:eastAsia="標楷體" w:hAnsi="標楷體" w:hint="eastAsia"/>
          <w:sz w:val="28"/>
          <w:szCs w:val="28"/>
        </w:rPr>
        <w:t>因為心境不同而有了不同的風景，</w:t>
      </w:r>
      <w:r w:rsidR="00F24EEF" w:rsidRPr="00F24EEF">
        <w:rPr>
          <w:rFonts w:ascii="標楷體" w:eastAsia="標楷體" w:hAnsi="標楷體" w:hint="eastAsia"/>
          <w:sz w:val="28"/>
          <w:szCs w:val="28"/>
        </w:rPr>
        <w:t>請從宋人〈荷亭銷夏〉及馬遠〈山徑春行〉其中人物「遊</w:t>
      </w:r>
    </w:p>
    <w:p w:rsidR="009D0147" w:rsidRDefault="00F24EEF" w:rsidP="00571EB5">
      <w:pPr>
        <w:pStyle w:val="a9"/>
        <w:spacing w:line="56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F24EEF">
        <w:rPr>
          <w:rFonts w:ascii="標楷體" w:eastAsia="標楷體" w:hAnsi="標楷體" w:hint="eastAsia"/>
          <w:sz w:val="28"/>
          <w:szCs w:val="28"/>
        </w:rPr>
        <w:t>」的樣態，想像其中人物為何而「遊」</w:t>
      </w:r>
      <w:r w:rsidR="009D0147" w:rsidRPr="00F24EEF">
        <w:rPr>
          <w:rFonts w:ascii="標楷體" w:eastAsia="標楷體" w:hAnsi="標楷體" w:hint="eastAsia"/>
          <w:sz w:val="28"/>
          <w:szCs w:val="28"/>
        </w:rPr>
        <w:t>？</w:t>
      </w:r>
    </w:p>
    <w:p w:rsidR="00571EB5" w:rsidRPr="00F24EEF" w:rsidRDefault="00571EB5" w:rsidP="00571EB5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9D0147" w:rsidRPr="005A2155" w:rsidRDefault="009D0147" w:rsidP="009D0147">
      <w:pPr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9D0147" w:rsidRPr="005A2155" w:rsidRDefault="009D0147" w:rsidP="009D0147">
      <w:pPr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9D0147" w:rsidRPr="005A2155" w:rsidRDefault="009D0147" w:rsidP="009D0147">
      <w:pPr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571EB5" w:rsidRDefault="00B728F6" w:rsidP="00B728F6">
      <w:pPr>
        <w:pStyle w:val="a9"/>
        <w:numPr>
          <w:ilvl w:val="0"/>
          <w:numId w:val="2"/>
        </w:numPr>
        <w:spacing w:line="56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B728F6">
        <w:rPr>
          <w:rFonts w:ascii="標楷體" w:eastAsia="標楷體" w:hAnsi="標楷體" w:hint="eastAsia"/>
          <w:sz w:val="28"/>
          <w:szCs w:val="28"/>
        </w:rPr>
        <w:t>在</w:t>
      </w:r>
      <w:r>
        <w:rPr>
          <w:rFonts w:ascii="標楷體" w:eastAsia="標楷體" w:hAnsi="標楷體" w:hint="eastAsia"/>
          <w:sz w:val="28"/>
          <w:szCs w:val="28"/>
        </w:rPr>
        <w:t>宋人〈人物畫〉中，南宋最流行的四大閑事為「</w:t>
      </w:r>
      <w:r w:rsidR="00571EB5">
        <w:rPr>
          <w:rFonts w:ascii="標楷體" w:eastAsia="標楷體" w:hAnsi="標楷體" w:hint="eastAsia"/>
          <w:sz w:val="28"/>
          <w:szCs w:val="28"/>
        </w:rPr>
        <w:t>燒香、</w:t>
      </w:r>
    </w:p>
    <w:p w:rsidR="009D0147" w:rsidRDefault="00571EB5" w:rsidP="00571EB5">
      <w:pPr>
        <w:pStyle w:val="a9"/>
        <w:spacing w:line="5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點茶、掛畫、插花」，若要選擇現代人的「四大閑事」你</w:t>
      </w:r>
    </w:p>
    <w:p w:rsidR="00571EB5" w:rsidRDefault="00571EB5" w:rsidP="00571EB5">
      <w:pPr>
        <w:pStyle w:val="a9"/>
        <w:spacing w:line="5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你覺得又是什麼呢？當中你最常從事的又是哪一項呢？</w:t>
      </w:r>
    </w:p>
    <w:p w:rsidR="00571EB5" w:rsidRPr="00571EB5" w:rsidRDefault="00571EB5" w:rsidP="00571EB5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9D0147" w:rsidRPr="005A2155" w:rsidRDefault="009D0147" w:rsidP="009D0147">
      <w:pPr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9D0147" w:rsidRDefault="009D0147" w:rsidP="009D0147">
      <w:pPr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9D0147" w:rsidRDefault="009D0147" w:rsidP="009D0147">
      <w:pPr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</w:t>
      </w:r>
    </w:p>
    <w:p w:rsidR="008E60B3" w:rsidRPr="009D0147" w:rsidRDefault="008E60B3" w:rsidP="008E60B3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p w:rsidR="008E60B3" w:rsidRDefault="008E60B3" w:rsidP="008E60B3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8E60B3" w:rsidRDefault="008E60B3" w:rsidP="008E60B3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8E60B3" w:rsidRDefault="008E60B3" w:rsidP="008E60B3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8E60B3" w:rsidRDefault="008E60B3" w:rsidP="008E60B3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8E60B3" w:rsidRDefault="008E60B3" w:rsidP="008E60B3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8E60B3" w:rsidRDefault="008E60B3" w:rsidP="008E60B3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8E60B3" w:rsidRDefault="008E60B3" w:rsidP="008E60B3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8E60B3" w:rsidRDefault="008E60B3" w:rsidP="008E60B3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8E60B3" w:rsidRDefault="008E60B3" w:rsidP="008E60B3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8E60B3" w:rsidRDefault="008E60B3" w:rsidP="008E60B3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8E60B3" w:rsidRDefault="008E60B3" w:rsidP="008E60B3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8E60B3" w:rsidRDefault="008E60B3" w:rsidP="008E60B3">
      <w:pPr>
        <w:pStyle w:val="a9"/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8E60B3" w:rsidRDefault="008E60B3" w:rsidP="008E60B3">
      <w:pPr>
        <w:rPr>
          <w:rFonts w:ascii="標楷體" w:eastAsia="標楷體" w:hAnsi="標楷體"/>
          <w:sz w:val="28"/>
          <w:szCs w:val="28"/>
        </w:rPr>
      </w:pPr>
    </w:p>
    <w:p w:rsidR="008E60B3" w:rsidRDefault="008E60B3" w:rsidP="008E60B3">
      <w:pPr>
        <w:rPr>
          <w:rFonts w:ascii="標楷體" w:eastAsia="標楷體" w:hAnsi="標楷體"/>
          <w:sz w:val="28"/>
          <w:szCs w:val="28"/>
        </w:rPr>
      </w:pPr>
    </w:p>
    <w:sectPr w:rsidR="008E60B3" w:rsidSect="00E31BEC">
      <w:pgSz w:w="16838" w:h="11906" w:orient="landscape"/>
      <w:pgMar w:top="794" w:right="397" w:bottom="1134" w:left="510" w:header="851" w:footer="992" w:gutter="0"/>
      <w:pgBorders w:offsetFrom="page">
        <w:top w:val="candyCorn" w:sz="5" w:space="24" w:color="auto"/>
        <w:left w:val="candyCorn" w:sz="5" w:space="24" w:color="auto"/>
        <w:bottom w:val="candyCorn" w:sz="5" w:space="24" w:color="auto"/>
        <w:right w:val="candyCorn" w:sz="5" w:space="24" w:color="auto"/>
      </w:pgBorders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FC5" w:rsidRDefault="00362FC5" w:rsidP="00BC34CB">
      <w:r>
        <w:separator/>
      </w:r>
    </w:p>
  </w:endnote>
  <w:endnote w:type="continuationSeparator" w:id="0">
    <w:p w:rsidR="00362FC5" w:rsidRDefault="00362FC5" w:rsidP="00BC3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FC5" w:rsidRDefault="00362FC5" w:rsidP="00BC34CB">
      <w:r>
        <w:separator/>
      </w:r>
    </w:p>
  </w:footnote>
  <w:footnote w:type="continuationSeparator" w:id="0">
    <w:p w:rsidR="00362FC5" w:rsidRDefault="00362FC5" w:rsidP="00BC3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76B7D"/>
    <w:multiLevelType w:val="hybridMultilevel"/>
    <w:tmpl w:val="39885E02"/>
    <w:lvl w:ilvl="0" w:tplc="95846A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647E781A"/>
    <w:multiLevelType w:val="hybridMultilevel"/>
    <w:tmpl w:val="9B7A33C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0EB"/>
    <w:rsid w:val="00011D53"/>
    <w:rsid w:val="000906A8"/>
    <w:rsid w:val="001134AA"/>
    <w:rsid w:val="001262EC"/>
    <w:rsid w:val="00177A17"/>
    <w:rsid w:val="00241539"/>
    <w:rsid w:val="002B14A7"/>
    <w:rsid w:val="00320511"/>
    <w:rsid w:val="00335350"/>
    <w:rsid w:val="00362FC5"/>
    <w:rsid w:val="00371E6E"/>
    <w:rsid w:val="003E25A6"/>
    <w:rsid w:val="00433D4C"/>
    <w:rsid w:val="004535B7"/>
    <w:rsid w:val="0049419F"/>
    <w:rsid w:val="004D69A0"/>
    <w:rsid w:val="0056035E"/>
    <w:rsid w:val="00571EB5"/>
    <w:rsid w:val="005A2155"/>
    <w:rsid w:val="005D0278"/>
    <w:rsid w:val="00610E17"/>
    <w:rsid w:val="006F76B0"/>
    <w:rsid w:val="007164CA"/>
    <w:rsid w:val="00752D61"/>
    <w:rsid w:val="007C0150"/>
    <w:rsid w:val="00822EFC"/>
    <w:rsid w:val="008E60B3"/>
    <w:rsid w:val="008F4574"/>
    <w:rsid w:val="009005AE"/>
    <w:rsid w:val="009D0147"/>
    <w:rsid w:val="00B10D5A"/>
    <w:rsid w:val="00B118CD"/>
    <w:rsid w:val="00B728F6"/>
    <w:rsid w:val="00BC34CB"/>
    <w:rsid w:val="00C335EB"/>
    <w:rsid w:val="00C86D24"/>
    <w:rsid w:val="00CF0D3E"/>
    <w:rsid w:val="00D13A4B"/>
    <w:rsid w:val="00DA1613"/>
    <w:rsid w:val="00DA31A3"/>
    <w:rsid w:val="00E15AB4"/>
    <w:rsid w:val="00E31BEC"/>
    <w:rsid w:val="00F24EEF"/>
    <w:rsid w:val="00F950EB"/>
    <w:rsid w:val="00FC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34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BC34CB"/>
    <w:rPr>
      <w:kern w:val="2"/>
    </w:rPr>
  </w:style>
  <w:style w:type="paragraph" w:styleId="a5">
    <w:name w:val="footer"/>
    <w:basedOn w:val="a"/>
    <w:link w:val="a6"/>
    <w:rsid w:val="00BC34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BC34CB"/>
    <w:rPr>
      <w:kern w:val="2"/>
    </w:rPr>
  </w:style>
  <w:style w:type="paragraph" w:styleId="a7">
    <w:name w:val="Balloon Text"/>
    <w:basedOn w:val="a"/>
    <w:link w:val="a8"/>
    <w:rsid w:val="005A21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5A215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A2155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34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BC34CB"/>
    <w:rPr>
      <w:kern w:val="2"/>
    </w:rPr>
  </w:style>
  <w:style w:type="paragraph" w:styleId="a5">
    <w:name w:val="footer"/>
    <w:basedOn w:val="a"/>
    <w:link w:val="a6"/>
    <w:rsid w:val="00BC34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BC34CB"/>
    <w:rPr>
      <w:kern w:val="2"/>
    </w:rPr>
  </w:style>
  <w:style w:type="paragraph" w:styleId="a7">
    <w:name w:val="Balloon Text"/>
    <w:basedOn w:val="a"/>
    <w:link w:val="a8"/>
    <w:rsid w:val="005A21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5A215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A215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jh10801\Downloads\&#38929;&#30382;&#25925;&#20107;&#38598;&#23416;&#32722;&#21934;0305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78DCE-CAA3-4167-B708-ABAAE4458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頑皮故事集學習單0305.dot</Template>
  <TotalTime>51</TotalTime>
  <Pages>2</Pages>
  <Words>363</Words>
  <Characters>699</Characters>
  <Application>Microsoft Office Word</Application>
  <DocSecurity>0</DocSecurity>
  <Lines>5</Lines>
  <Paragraphs>2</Paragraphs>
  <ScaleCrop>false</ScaleCrop>
  <Company>NHPS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「頑皮故事集」閱讀學習單</dc:title>
  <dc:creator>grjh10801</dc:creator>
  <cp:lastModifiedBy>user</cp:lastModifiedBy>
  <cp:revision>25</cp:revision>
  <cp:lastPrinted>2015-06-02T06:52:00Z</cp:lastPrinted>
  <dcterms:created xsi:type="dcterms:W3CDTF">2020-07-22T00:53:00Z</dcterms:created>
  <dcterms:modified xsi:type="dcterms:W3CDTF">2020-12-29T07:25:00Z</dcterms:modified>
</cp:coreProperties>
</file>